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1706AF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5.12.</w:t>
      </w:r>
      <w:r w:rsidR="007560B9">
        <w:rPr>
          <w:bCs w:val="0"/>
          <w:sz w:val="24"/>
          <w:szCs w:val="24"/>
        </w:rPr>
        <w:t xml:space="preserve">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bookmarkStart w:id="0" w:name="_GoBack"/>
      <w:bookmarkEnd w:id="0"/>
      <w:r w:rsidR="005972A4" w:rsidRPr="005972A4">
        <w:t>«О внесении изменений в отдельные постановления Законодательного Собрания Новосибирской области по вопросам организации деятельности Законодательного Собрания Новосибирской области»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DCA" w:rsidRDefault="00054DCA">
      <w:r>
        <w:separator/>
      </w:r>
    </w:p>
  </w:endnote>
  <w:endnote w:type="continuationSeparator" w:id="0">
    <w:p w:rsidR="00054DCA" w:rsidRDefault="0005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DCA" w:rsidRDefault="00054DCA">
      <w:r>
        <w:separator/>
      </w:r>
    </w:p>
  </w:footnote>
  <w:footnote w:type="continuationSeparator" w:id="0">
    <w:p w:rsidR="00054DCA" w:rsidRDefault="00054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4DCA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06AF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2A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559A8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915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46B6F"/>
    <w:rsid w:val="00C5729B"/>
    <w:rsid w:val="00C74D7E"/>
    <w:rsid w:val="00C7764D"/>
    <w:rsid w:val="00C85DC3"/>
    <w:rsid w:val="00C900FE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359F7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77C0-32BE-4383-91AD-D3B00420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2023-11-30T04:29:00Z</cp:lastPrinted>
  <dcterms:created xsi:type="dcterms:W3CDTF">2023-11-30T04:29:00Z</dcterms:created>
  <dcterms:modified xsi:type="dcterms:W3CDTF">2023-11-30T04:29:00Z</dcterms:modified>
</cp:coreProperties>
</file>